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3789D" w:rsidP="00044EDC" w:rsidRDefault="001E785A" w14:paraId="1F1808D7" w14:textId="5F4B41B9">
      <w:pPr>
        <w:pStyle w:val="Heading1"/>
        <w:jc w:val="center"/>
      </w:pPr>
      <w:r>
        <w:t>A&amp;E</w:t>
      </w:r>
      <w:r w:rsidR="00964F6D">
        <w:t xml:space="preserve"> </w:t>
      </w:r>
      <w:r w:rsidR="0010784E">
        <w:t>Services</w:t>
      </w:r>
      <w:r w:rsidR="0001450B">
        <w:t xml:space="preserve"> 20</w:t>
      </w:r>
      <w:r w:rsidR="002911D4">
        <w:t>2</w:t>
      </w:r>
      <w:r w:rsidR="045BF10B">
        <w:t>5</w:t>
      </w:r>
    </w:p>
    <w:tbl>
      <w:tblPr>
        <w:tblStyle w:val="ListTable7Colorful-Accent1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80" w:firstRow="0" w:lastRow="0" w:firstColumn="1" w:lastColumn="0" w:noHBand="1" w:noVBand="1"/>
        <w:tblDescription w:val="Lesson plan"/>
      </w:tblPr>
      <w:tblGrid>
        <w:gridCol w:w="2669"/>
        <w:gridCol w:w="6691"/>
      </w:tblGrid>
      <w:tr w:rsidR="0053789D" w:rsidTr="2C9B1564" w14:paraId="3F478F8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  <w:tcBorders>
              <w:right w:val="single" w:color="9B57D3" w:themeColor="accent2" w:sz="4" w:space="0"/>
            </w:tcBorders>
            <w:tcMar/>
          </w:tcPr>
          <w:p w:rsidR="0053789D" w:rsidRDefault="0001450B" w14:paraId="7817EB1B" w14:textId="77777777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RFP Number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1" w:type="dxa"/>
            <w:tcMar/>
          </w:tcPr>
          <w:p w:rsidR="0053789D" w:rsidP="78D8859F" w:rsidRDefault="00964F6D" w14:paraId="48A36431" w14:textId="6F5CE3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573C6E">
              <w:t>20</w:t>
            </w:r>
            <w:r w:rsidRPr="00573C6E" w:rsidR="002911D4">
              <w:t>2</w:t>
            </w:r>
            <w:r w:rsidRPr="00573C6E" w:rsidR="082D42C6">
              <w:t>5</w:t>
            </w:r>
            <w:r w:rsidRPr="00573C6E" w:rsidR="002911D4">
              <w:t>-00</w:t>
            </w:r>
            <w:r w:rsidRPr="00573C6E" w:rsidR="001E785A">
              <w:t>1</w:t>
            </w:r>
          </w:p>
        </w:tc>
      </w:tr>
      <w:tr w:rsidR="0053789D" w:rsidTr="2C9B1564" w14:paraId="7C80529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  <w:tcBorders>
              <w:right w:val="single" w:color="9B57D3" w:themeColor="accent2" w:sz="4" w:space="0"/>
            </w:tcBorders>
            <w:tcMar/>
          </w:tcPr>
          <w:p w:rsidR="0053789D" w:rsidRDefault="0001450B" w14:paraId="375A252E" w14:textId="77777777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RFP Name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1" w:type="dxa"/>
            <w:tcMar/>
          </w:tcPr>
          <w:p w:rsidR="0053789D" w:rsidRDefault="001E785A" w14:paraId="18512836" w14:textId="07051E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A&amp;E</w:t>
            </w:r>
            <w:r w:rsidR="00964F6D">
              <w:t xml:space="preserve"> Services</w:t>
            </w:r>
          </w:p>
        </w:tc>
      </w:tr>
      <w:tr w:rsidR="0053789D" w:rsidTr="2C9B1564" w14:paraId="0B4E498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  <w:tcBorders>
              <w:right w:val="single" w:color="9B57D3" w:themeColor="accent2" w:sz="4" w:space="0"/>
            </w:tcBorders>
            <w:tcMar/>
          </w:tcPr>
          <w:p w:rsidR="0053789D" w:rsidRDefault="0001450B" w14:paraId="61EC724B" w14:textId="77777777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Open Date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1" w:type="dxa"/>
            <w:tcMar/>
          </w:tcPr>
          <w:p w:rsidR="0053789D" w:rsidRDefault="001E785A" w14:paraId="46E99D8F" w14:textId="5491EC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75BAABDF">
              <w:rPr/>
              <w:t>March 31, 2025</w:t>
            </w:r>
          </w:p>
        </w:tc>
      </w:tr>
      <w:tr w:rsidR="0053789D" w:rsidTr="2C9B1564" w14:paraId="0C663BE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  <w:tcBorders>
              <w:right w:val="single" w:color="9B57D3" w:themeColor="accent2" w:sz="4" w:space="0"/>
            </w:tcBorders>
            <w:tcMar/>
          </w:tcPr>
          <w:p w:rsidR="0053789D" w:rsidRDefault="0001450B" w14:paraId="55675399" w14:textId="77777777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Pre-Bid Date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1" w:type="dxa"/>
            <w:tcMar/>
          </w:tcPr>
          <w:p w:rsidR="0053789D" w:rsidP="2C9B1564" w:rsidRDefault="001E785A" w14:paraId="77FEFE14" w14:textId="6B0E8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48B78F5E">
              <w:rPr/>
              <w:t xml:space="preserve">Monday, May 19, </w:t>
            </w:r>
            <w:r w:rsidR="48B78F5E">
              <w:rPr/>
              <w:t>2025</w:t>
            </w:r>
            <w:r w:rsidR="48B78F5E">
              <w:rPr/>
              <w:t xml:space="preserve"> </w:t>
            </w:r>
            <w:r w:rsidR="3CF5B24F">
              <w:rPr/>
              <w:t>| 10 AM</w:t>
            </w:r>
          </w:p>
        </w:tc>
      </w:tr>
      <w:tr w:rsidR="0053789D" w:rsidTr="2C9B1564" w14:paraId="2478A6E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  <w:tcBorders>
              <w:right w:val="single" w:color="9B57D3" w:themeColor="accent2" w:sz="4" w:space="0"/>
            </w:tcBorders>
            <w:tcMar/>
          </w:tcPr>
          <w:p w:rsidR="0053789D" w:rsidRDefault="0001450B" w14:paraId="4913EEE5" w14:textId="77777777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Close Date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1" w:type="dxa"/>
            <w:tcMar/>
          </w:tcPr>
          <w:p w:rsidR="0053789D" w:rsidP="7A8EDF49" w:rsidRDefault="00503001" w14:paraId="1CC09DF6" w14:textId="6A247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00503001">
              <w:rPr/>
              <w:t>June 9</w:t>
            </w:r>
            <w:r w:rsidR="1EB591FC">
              <w:rPr/>
              <w:t xml:space="preserve">, </w:t>
            </w:r>
            <w:r w:rsidR="1EB591FC">
              <w:rPr/>
              <w:t>2025</w:t>
            </w:r>
            <w:r w:rsidR="222F3DAA">
              <w:rPr/>
              <w:t xml:space="preserve"> |</w:t>
            </w:r>
            <w:r w:rsidR="1EB591FC">
              <w:rPr/>
              <w:t>10 AM</w:t>
            </w:r>
          </w:p>
        </w:tc>
      </w:tr>
      <w:tr w:rsidR="0053789D" w:rsidTr="2C9B1564" w14:paraId="6F9F801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  <w:tcBorders>
              <w:right w:val="single" w:color="9B57D3" w:themeColor="accent2" w:sz="4" w:space="0"/>
            </w:tcBorders>
            <w:tcMar/>
          </w:tcPr>
          <w:p w:rsidR="0053789D" w:rsidRDefault="0001450B" w14:paraId="43A6EEA3" w14:textId="77777777">
            <w:pPr>
              <w:pStyle w:val="Heading2"/>
              <w:rPr>
                <w:i/>
                <w:iCs/>
              </w:rPr>
            </w:pPr>
            <w:r>
              <w:rPr>
                <w:i/>
                <w:iCs/>
              </w:rPr>
              <w:t>BOC Date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1" w:type="dxa"/>
            <w:tcMar/>
          </w:tcPr>
          <w:p w:rsidR="0053789D" w:rsidRDefault="00503001" w14:paraId="761DC871" w14:textId="1E391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June 16</w:t>
            </w:r>
            <w:r w:rsidR="2DA14ADC">
              <w:t>, 2025</w:t>
            </w:r>
          </w:p>
        </w:tc>
      </w:tr>
      <w:tr w:rsidR="0053789D" w:rsidTr="2C9B1564" w14:paraId="4A7BDCD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  <w:tcBorders>
              <w:right w:val="single" w:color="9B57D3" w:themeColor="accent2" w:sz="4" w:space="0"/>
            </w:tcBorders>
            <w:tcMar/>
          </w:tcPr>
          <w:p w:rsidR="0053789D" w:rsidP="2C9B1564" w:rsidRDefault="0001450B" w14:paraId="55023265" w14:textId="299B416E">
            <w:pPr>
              <w:pStyle w:val="Heading2"/>
              <w:rPr>
                <w:i w:val="1"/>
                <w:iCs w:val="1"/>
              </w:rPr>
            </w:pPr>
            <w:r w:rsidRPr="2C9B1564" w:rsidR="1F614A20">
              <w:rPr>
                <w:i w:val="1"/>
                <w:iCs w:val="1"/>
              </w:rPr>
              <w:t>Contract</w:t>
            </w:r>
            <w:r w:rsidRPr="2C9B1564" w:rsidR="3F7A01A3">
              <w:rPr>
                <w:i w:val="1"/>
                <w:iCs w:val="1"/>
              </w:rPr>
              <w:t xml:space="preserve"> Date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1" w:type="dxa"/>
            <w:tcMar/>
          </w:tcPr>
          <w:p w:rsidR="0053789D" w:rsidP="2C9B1564" w:rsidRDefault="36F2355D" w14:paraId="50543B82" w14:textId="028138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3F7A01A3">
              <w:rPr/>
              <w:t>June 30, 2025</w:t>
            </w:r>
          </w:p>
        </w:tc>
      </w:tr>
      <w:tr w:rsidR="0053789D" w:rsidTr="2C9B1564" w14:paraId="25740B0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  <w:tcBorders>
              <w:right w:val="single" w:color="9B57D3" w:themeColor="accent2" w:sz="4" w:space="0"/>
            </w:tcBorders>
            <w:tcMar/>
          </w:tcPr>
          <w:p w:rsidR="0053789D" w:rsidRDefault="0053789D" w14:paraId="0CD5070B" w14:textId="77777777">
            <w:pPr>
              <w:pStyle w:val="Heading2"/>
              <w:rPr>
                <w:i/>
                <w:iCs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1" w:type="dxa"/>
            <w:tcMar/>
          </w:tcPr>
          <w:p w:rsidR="0053789D" w:rsidRDefault="0053789D" w14:paraId="637BF50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789D" w:rsidTr="2C9B1564" w14:paraId="0DE0711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  <w:tcBorders>
              <w:right w:val="single" w:color="9B57D3" w:themeColor="accent2" w:sz="4" w:space="0"/>
            </w:tcBorders>
            <w:tcMar/>
          </w:tcPr>
          <w:p w:rsidR="0053789D" w:rsidRDefault="0053789D" w14:paraId="6FD8AEB6" w14:textId="77777777">
            <w:pPr>
              <w:pStyle w:val="Heading2"/>
              <w:rPr>
                <w:i/>
                <w:iCs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1" w:type="dxa"/>
            <w:tcMar/>
          </w:tcPr>
          <w:p w:rsidR="0053789D" w:rsidRDefault="0053789D" w14:paraId="66B376C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789D" w:rsidTr="2C9B1564" w14:paraId="2BEFDA9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  <w:tcBorders>
              <w:right w:val="single" w:color="9B57D3" w:themeColor="accent2" w:sz="4" w:space="0"/>
            </w:tcBorders>
            <w:tcMar/>
          </w:tcPr>
          <w:p w:rsidR="0053789D" w:rsidRDefault="0053789D" w14:paraId="765FF737" w14:textId="77777777">
            <w:pPr>
              <w:pStyle w:val="Heading2"/>
              <w:rPr>
                <w:i/>
                <w:iCs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1" w:type="dxa"/>
            <w:tcMar/>
          </w:tcPr>
          <w:p w:rsidR="0053789D" w:rsidRDefault="0053789D" w14:paraId="5A9BF41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789D" w:rsidTr="2C9B1564" w14:paraId="40DFC22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5" w:type="dxa"/>
            <w:tcBorders>
              <w:right w:val="single" w:color="9B57D3" w:themeColor="accent2" w:sz="4" w:space="0"/>
            </w:tcBorders>
            <w:tcMar/>
          </w:tcPr>
          <w:p w:rsidR="0053789D" w:rsidRDefault="0053789D" w14:paraId="2BA2A515" w14:textId="77777777">
            <w:pPr>
              <w:pStyle w:val="Heading2"/>
              <w:rPr>
                <w:i/>
                <w:iCs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31" w:type="dxa"/>
            <w:tcMar/>
          </w:tcPr>
          <w:p w:rsidR="0053789D" w:rsidRDefault="0053789D" w14:paraId="19A3EDA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3789D" w:rsidRDefault="0053789D" w14:paraId="63293B3F" w14:textId="77777777"/>
    <w:sectPr w:rsidR="0053789D">
      <w:footerReference w:type="default" r:id="rId9"/>
      <w:pgSz w:w="12240" w:h="15840" w:orient="portrait"/>
      <w:pgMar w:top="2160" w:right="1440" w:bottom="2160" w:left="1440" w:header="1440" w:footer="1440" w:gutter="0"/>
      <w:pgBorders>
        <w:top w:val="threeDEmboss" w:color="9B57D3" w:themeColor="accent2" w:sz="24" w:space="1"/>
        <w:bottom w:val="threeDEmboss" w:color="9B57D3" w:themeColor="accent2" w:sz="24" w:spac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5C79" w:rsidRDefault="005E5C79" w14:paraId="6CD3E5E2" w14:textId="77777777">
      <w:r>
        <w:separator/>
      </w:r>
    </w:p>
  </w:endnote>
  <w:endnote w:type="continuationSeparator" w:id="0">
    <w:p w:rsidR="005E5C79" w:rsidRDefault="005E5C79" w14:paraId="2BDF47F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3789D" w:rsidRDefault="0001450B" w14:paraId="5A8A6AA3" w14:textId="77777777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5C79" w:rsidRDefault="005E5C79" w14:paraId="47DCE84A" w14:textId="77777777">
      <w:r>
        <w:separator/>
      </w:r>
    </w:p>
  </w:footnote>
  <w:footnote w:type="continuationSeparator" w:id="0">
    <w:p w:rsidR="005E5C79" w:rsidRDefault="005E5C79" w14:paraId="1DB6118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0B"/>
    <w:rsid w:val="0001450B"/>
    <w:rsid w:val="00044EDC"/>
    <w:rsid w:val="000563D6"/>
    <w:rsid w:val="000F7380"/>
    <w:rsid w:val="0010784E"/>
    <w:rsid w:val="001E785A"/>
    <w:rsid w:val="002911D4"/>
    <w:rsid w:val="003035F3"/>
    <w:rsid w:val="00367A37"/>
    <w:rsid w:val="00503001"/>
    <w:rsid w:val="0053789D"/>
    <w:rsid w:val="00573C6E"/>
    <w:rsid w:val="005E5C79"/>
    <w:rsid w:val="00964F6D"/>
    <w:rsid w:val="00B43B3C"/>
    <w:rsid w:val="00C477EF"/>
    <w:rsid w:val="00C8447C"/>
    <w:rsid w:val="00C924DC"/>
    <w:rsid w:val="00D45084"/>
    <w:rsid w:val="00DB54AD"/>
    <w:rsid w:val="00E57C27"/>
    <w:rsid w:val="00E73589"/>
    <w:rsid w:val="00ED3457"/>
    <w:rsid w:val="00F06793"/>
    <w:rsid w:val="015776E9"/>
    <w:rsid w:val="045BF10B"/>
    <w:rsid w:val="082D42C6"/>
    <w:rsid w:val="1EB591FC"/>
    <w:rsid w:val="1F614A20"/>
    <w:rsid w:val="222F3DAA"/>
    <w:rsid w:val="2B1C156C"/>
    <w:rsid w:val="2C9B1564"/>
    <w:rsid w:val="2DA14ADC"/>
    <w:rsid w:val="32E3A982"/>
    <w:rsid w:val="36F2355D"/>
    <w:rsid w:val="3CF5B24F"/>
    <w:rsid w:val="3F7A01A3"/>
    <w:rsid w:val="424B3498"/>
    <w:rsid w:val="48B78F5E"/>
    <w:rsid w:val="5A04D2C8"/>
    <w:rsid w:val="5AB598C4"/>
    <w:rsid w:val="6575CF65"/>
    <w:rsid w:val="75BAABDF"/>
    <w:rsid w:val="78D8859F"/>
    <w:rsid w:val="7A8EDF49"/>
    <w:rsid w:val="7C36C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121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1"/>
        <w:sz w:val="21"/>
        <w:szCs w:val="21"/>
        <w:lang w:val="en-US" w:eastAsia="ja-JP" w:bidi="ar-SA"/>
        <w14:ligatures w14:val="standard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/>
    <w:lsdException w:name="Emphasis" w:uiPriority="20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/>
    <w:lsdException w:name="Quote" w:uiPriority="29" w:semiHidden="1" w:unhideWhenUsed="1"/>
    <w:lsdException w:name="Intense Quote" w:uiPriority="30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/>
    <w:lsdException w:name="Intense Emphasis" w:uiPriority="21" w:semiHidden="1" w:unhideWhenUsed="1"/>
    <w:lsdException w:name="Subtle Reference" w:uiPriority="31" w:semiHidden="1" w:unhideWhenUsed="1"/>
    <w:lsdException w:name="Intense Reference" w:uiPriority="32" w:semiHidden="1" w:unhideWhenUsed="1"/>
    <w:lsdException w:name="Book Title" w:uiPriority="33" w:semiHidden="1" w:unhideWhenUsed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nhideWhenUsed/>
    <w:qFormat/>
    <w:pPr>
      <w:spacing w:before="100" w:after="100"/>
      <w:ind w:left="144" w:right="144"/>
    </w:pPr>
    <w:rPr>
      <w:color w:val="6D1D6A" w:themeColor="accent1" w:themeShade="BF"/>
    </w:rPr>
  </w:style>
  <w:style w:type="paragraph" w:styleId="Heading1">
    <w:name w:val="heading 1"/>
    <w:basedOn w:val="Normal"/>
    <w:next w:val="Normal"/>
    <w:unhideWhenUsed/>
    <w:qFormat/>
    <w:pPr>
      <w:keepNext/>
      <w:keepLines/>
      <w:spacing w:before="360" w:after="480" w:line="240" w:lineRule="auto"/>
      <w:jc w:val="right"/>
      <w:outlineLvl w:val="0"/>
    </w:pPr>
    <w:rPr>
      <w:rFonts w:asciiTheme="majorHAnsi" w:hAnsiTheme="majorHAnsi" w:eastAsiaTheme="majorEastAsia" w:cstheme="majorBidi"/>
      <w:b/>
      <w:bCs/>
      <w:sz w:val="72"/>
      <w:szCs w:val="72"/>
      <w14:shadow w14:blurRad="63500" w14:dist="50800" w14:dir="2700000" w14:sx="0" w14:sy="0" w14:kx="0" w14:ky="0" w14:algn="none">
        <w14:srgbClr w14:val="000000">
          <w14:alpha w14:val="50000"/>
        </w14:srgbClr>
      </w14:shadow>
    </w:rPr>
  </w:style>
  <w:style w:type="paragraph" w:styleId="Heading2">
    <w:name w:val="heading 2"/>
    <w:basedOn w:val="Normal"/>
    <w:next w:val="Normal"/>
    <w:unhideWhenUsed/>
    <w:qFormat/>
    <w:pPr>
      <w:spacing w:before="60" w:line="240" w:lineRule="auto"/>
      <w:jc w:val="right"/>
      <w:outlineLvl w:val="1"/>
    </w:pPr>
    <w:rPr>
      <w:rFonts w:asciiTheme="majorHAnsi" w:hAnsiTheme="majorHAnsi" w:eastAsiaTheme="majorEastAsia" w:cstheme="majorBidi"/>
      <w:i/>
      <w:iCs/>
      <w:kern w:val="2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keepNext/>
      <w:keepLines/>
      <w:spacing w:line="240" w:lineRule="auto"/>
      <w:outlineLvl w:val="2"/>
    </w:pPr>
    <w:rPr>
      <w:rFonts w:asciiTheme="majorHAnsi" w:hAnsiTheme="majorHAnsi"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/>
      <w:outlineLvl w:val="3"/>
    </w:pPr>
    <w:rPr>
      <w:rFonts w:asciiTheme="majorHAnsi" w:hAnsiTheme="majorHAnsi" w:eastAsiaTheme="majorEastAsia" w:cstheme="majorBidi"/>
      <w:color w:val="92278F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160"/>
      <w:outlineLvl w:val="4"/>
    </w:pPr>
    <w:rPr>
      <w:rFonts w:asciiTheme="majorHAnsi" w:hAnsiTheme="majorHAnsi" w:eastAsiaTheme="majorEastAsia" w:cstheme="majorBidi"/>
      <w:i/>
      <w:iCs/>
      <w:color w:val="92278F" w:themeColor="accent1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/>
      <w:outlineLvl w:val="5"/>
    </w:pPr>
    <w:rPr>
      <w:rFonts w:asciiTheme="majorHAnsi" w:hAnsiTheme="majorHAnsi" w:eastAsiaTheme="majorEastAsia" w:cstheme="majorBidi"/>
      <w:color w:val="92278F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hAnsiTheme="majorHAnsi" w:eastAsiaTheme="majorEastAsia" w:cstheme="majorBidi"/>
      <w:b/>
      <w:bCs/>
      <w:color w:val="92278F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hAnsiTheme="majorHAnsi" w:eastAsiaTheme="majorEastAsia" w:cstheme="majorBidi"/>
      <w:b/>
      <w:bCs/>
      <w:i/>
      <w:iCs/>
      <w:color w:val="92278F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hAnsiTheme="majorHAnsi" w:eastAsiaTheme="majorEastAsia" w:cstheme="majorBidi"/>
      <w:i/>
      <w:iCs/>
      <w:color w:val="92278F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</w:rPr>
    <w:tblPr>
      <w:tblStyleRowBandSize w:val="1"/>
      <w:tblStyleColBandSize w:val="1"/>
      <w:tblBorders>
        <w:insideH w:val="single" w:color="92278F" w:themeColor="accent1" w:sz="4" w:space="0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color="92278F" w:themeColor="accent1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color="D565D2" w:themeColor="accent1" w:themeTint="99" w:sz="2" w:space="0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character" w:styleId="Heading3Char" w:customStyle="1">
    <w:name w:val="Heading 3 Char"/>
    <w:basedOn w:val="DefaultParagraphFont"/>
    <w:link w:val="Heading3"/>
    <w:uiPriority w:val="9"/>
    <w:semiHidden/>
    <w:rPr>
      <w:rFonts w:asciiTheme="majorHAnsi" w:hAnsiTheme="majorHAnsi" w:eastAsiaTheme="majorEastAsia" w:cstheme="majorBidi"/>
      <w:color w:val="6D1D6A" w:themeColor="accent1" w:themeShade="B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Pr>
      <w:rFonts w:asciiTheme="majorHAnsi" w:hAnsiTheme="majorHAnsi" w:eastAsiaTheme="majorEastAsia" w:cstheme="majorBidi"/>
      <w:color w:val="92278F" w:themeColor="accent1"/>
      <w:sz w:val="22"/>
      <w:szCs w:val="22"/>
    </w:rPr>
  </w:style>
  <w:style w:type="character" w:styleId="Heading5Char" w:customStyle="1">
    <w:name w:val="Heading 5 Char"/>
    <w:basedOn w:val="DefaultParagraphFont"/>
    <w:link w:val="Heading5"/>
    <w:uiPriority w:val="9"/>
    <w:semiHidden/>
    <w:rPr>
      <w:rFonts w:asciiTheme="majorHAnsi" w:hAnsiTheme="majorHAnsi" w:eastAsiaTheme="majorEastAsia" w:cstheme="majorBidi"/>
      <w:i/>
      <w:iCs/>
      <w:color w:val="92278F" w:themeColor="accent1"/>
      <w:sz w:val="22"/>
      <w:szCs w:val="22"/>
    </w:rPr>
  </w:style>
  <w:style w:type="character" w:styleId="Heading6Char" w:customStyle="1">
    <w:name w:val="Heading 6 Char"/>
    <w:basedOn w:val="DefaultParagraphFont"/>
    <w:link w:val="Heading6"/>
    <w:uiPriority w:val="9"/>
    <w:semiHidden/>
    <w:rPr>
      <w:rFonts w:asciiTheme="majorHAnsi" w:hAnsiTheme="majorHAnsi" w:eastAsiaTheme="majorEastAsia" w:cstheme="majorBidi"/>
      <w:color w:val="92278F" w:themeColor="accent1"/>
    </w:rPr>
  </w:style>
  <w:style w:type="character" w:styleId="Heading7Char" w:customStyle="1">
    <w:name w:val="Heading 7 Char"/>
    <w:basedOn w:val="DefaultParagraphFont"/>
    <w:link w:val="Heading7"/>
    <w:uiPriority w:val="9"/>
    <w:semiHidden/>
    <w:rPr>
      <w:rFonts w:asciiTheme="majorHAnsi" w:hAnsiTheme="majorHAnsi" w:eastAsiaTheme="majorEastAsia" w:cstheme="majorBidi"/>
      <w:b/>
      <w:bCs/>
      <w:color w:val="92278F" w:themeColor="accent1"/>
    </w:rPr>
  </w:style>
  <w:style w:type="character" w:styleId="Heading8Char" w:customStyle="1">
    <w:name w:val="Heading 8 Char"/>
    <w:basedOn w:val="DefaultParagraphFont"/>
    <w:link w:val="Heading8"/>
    <w:uiPriority w:val="9"/>
    <w:semiHidden/>
    <w:rPr>
      <w:rFonts w:asciiTheme="majorHAnsi" w:hAnsiTheme="majorHAnsi" w:eastAsiaTheme="majorEastAsia" w:cstheme="majorBidi"/>
      <w:b/>
      <w:bCs/>
      <w:i/>
      <w:iCs/>
      <w:color w:val="92278F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Pr>
      <w:rFonts w:asciiTheme="majorHAnsi" w:hAnsiTheme="majorHAnsi" w:eastAsiaTheme="majorEastAsia" w:cstheme="majorBidi"/>
      <w:i/>
      <w:iCs/>
      <w:color w:val="92278F" w:themeColor="accen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PlainTable3">
    <w:name w:val="Plain Table 3"/>
    <w:basedOn w:val="TableNormal"/>
    <w:uiPriority w:val="43"/>
    <w:pPr>
      <w:spacing w:after="0" w:line="240" w:lineRule="auto"/>
    </w:p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pPr>
      <w:spacing w:after="0" w:line="240" w:lineRule="auto"/>
    </w:pPr>
    <w:rPr>
      <w:color w:val="6D1D6A" w:themeColor="accent1" w:themeShade="BF"/>
    </w:r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92278F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92278F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92278F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92278F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1CBF0" w:themeFill="accent1" w:themeFillTint="33"/>
      </w:tcPr>
    </w:tblStylePr>
    <w:tblStylePr w:type="band1Horz">
      <w:tblPr/>
      <w:tcPr>
        <w:shd w:val="clear" w:color="auto" w:fill="F1CBF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ooter">
    <w:name w:val="footer"/>
    <w:basedOn w:val="Normal"/>
    <w:link w:val="FooterChar"/>
    <w:uiPriority w:val="1"/>
    <w:unhideWhenUsed/>
    <w:pPr>
      <w:tabs>
        <w:tab w:val="center" w:pos="4680"/>
        <w:tab w:val="right" w:pos="9360"/>
      </w:tabs>
      <w:spacing w:before="180" w:after="0" w:line="240" w:lineRule="auto"/>
      <w:jc w:val="right"/>
    </w:pPr>
    <w:rPr>
      <w:noProof/>
      <w:color w:val="92278F" w:themeColor="accent1"/>
      <w:sz w:val="40"/>
      <w:szCs w:val="40"/>
    </w:rPr>
  </w:style>
  <w:style w:type="character" w:styleId="FooterChar" w:customStyle="1">
    <w:name w:val="Footer Char"/>
    <w:basedOn w:val="DefaultParagraphFont"/>
    <w:link w:val="Footer"/>
    <w:uiPriority w:val="1"/>
    <w:rPr>
      <w:noProof/>
      <w:color w:val="92278F" w:themeColor="accent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footer" Target="footer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nC\AppData\Roaming\Microsoft\Templates\Teacher's%20lesson%20plan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ganic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rganic HD--Bamboo---prFraming 6h">
      <a:majorFont>
        <a:latin typeface="Garamond" panose="02020404030301010803"/>
        <a:ea typeface=""/>
        <a:cs typeface=""/>
      </a:majorFont>
      <a:minorFont>
        <a:latin typeface="Garamond" panose="02020404030301010803"/>
        <a:ea typeface=""/>
        <a:cs typeface=""/>
      </a:minorFont>
    </a:fontScheme>
    <a:fmtScheme name="Organic HD--Bamboo---prFraming 6h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2ED55EC5F6AB42A064D1A3D448484D" ma:contentTypeVersion="4" ma:contentTypeDescription="Create a new document." ma:contentTypeScope="" ma:versionID="557aa0f2fce8c729ff74b9962988fbd9">
  <xsd:schema xmlns:xsd="http://www.w3.org/2001/XMLSchema" xmlns:xs="http://www.w3.org/2001/XMLSchema" xmlns:p="http://schemas.microsoft.com/office/2006/metadata/properties" xmlns:ns2="4c928d4c-9dea-4422-8f1b-5b9b3afe16db" targetNamespace="http://schemas.microsoft.com/office/2006/metadata/properties" ma:root="true" ma:fieldsID="287ad658d3262c5029bd2224451678af" ns2:_="">
    <xsd:import namespace="4c928d4c-9dea-4422-8f1b-5b9b3afe1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8d4c-9dea-4422-8f1b-5b9b3afe16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629111-F2A0-4E82-8843-499034875B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1F1B50-18EB-4E9F-AE72-33749D7062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87F481-925C-42AE-8CF8-DE4ED033C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8d4c-9dea-4422-8f1b-5b9b3afe1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Teacher's lesson plan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keywords/>
  <lastModifiedBy>Gianna DeLuca</lastModifiedBy>
  <revision>4</revision>
  <dcterms:created xsi:type="dcterms:W3CDTF">2022-01-28T16:35:00.0000000Z</dcterms:created>
  <dcterms:modified xsi:type="dcterms:W3CDTF">2025-03-26T14:54:48.9510873Z</dcterms:modified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TC034630769991</vt:lpwstr>
  </property>
  <property fmtid="{D5CDD505-2E9C-101B-9397-08002B2CF9AE}" pid="3" name="ContentTypeId">
    <vt:lpwstr>0x0101003D2ED55EC5F6AB42A064D1A3D448484D</vt:lpwstr>
  </property>
</Properties>
</file>